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36663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7A2B9843" w14:textId="060444DA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 xml:space="preserve">PŘEDLOHA </w:t>
      </w:r>
      <w:r w:rsidR="00096D2F"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DOPISU</w:t>
      </w: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 xml:space="preserve"> </w:t>
      </w:r>
      <w:r w:rsidR="00096D2F"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NABÍDKY</w:t>
      </w:r>
    </w:p>
    <w:p w14:paraId="757D3A4C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60326E7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09C4CAFD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5DABF3C5" w14:textId="77777777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28B3BEAF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4F496D" w:rsidRPr="00395D6F" w14:paraId="2FFE3D54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2A70B8E" w14:textId="77777777" w:rsidR="004F496D" w:rsidRPr="00395D6F" w:rsidRDefault="004F496D" w:rsidP="004F496D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5D0F31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2D73011B" w14:textId="77777777" w:rsidR="004F496D" w:rsidRPr="00395D6F" w:rsidRDefault="004F496D" w:rsidP="004F496D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25530">
              <w:rPr>
                <w:rFonts w:ascii="Book Antiqua" w:hAnsi="Book Antiqua" w:cstheme="minorHAnsi"/>
                <w:b/>
                <w:bCs/>
              </w:rPr>
              <w:t xml:space="preserve">Modernizace silnice II/312 Červený Potok – hr. </w:t>
            </w:r>
            <w:proofErr w:type="spellStart"/>
            <w:r w:rsidRPr="00325530">
              <w:rPr>
                <w:rFonts w:ascii="Book Antiqua" w:hAnsi="Book Antiqua" w:cstheme="minorHAnsi"/>
                <w:b/>
                <w:bCs/>
              </w:rPr>
              <w:t>Pk</w:t>
            </w:r>
            <w:proofErr w:type="spellEnd"/>
          </w:p>
        </w:tc>
      </w:tr>
      <w:tr w:rsidR="004F496D" w:rsidRPr="00395D6F" w14:paraId="36DDFA7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839529" w14:textId="77777777" w:rsidR="004F496D" w:rsidRPr="00395D6F" w:rsidRDefault="004F496D" w:rsidP="004F496D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5D0F31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EF61C896245B47EBADEEB075644992F5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FE10FA" w14:textId="77777777" w:rsidR="004F496D" w:rsidRPr="005F123C" w:rsidRDefault="004F496D" w:rsidP="004F496D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25530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4F496D" w:rsidRPr="00395D6F" w14:paraId="374B1F91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CDDC705" w14:textId="77777777" w:rsidR="004F496D" w:rsidRPr="00395D6F" w:rsidRDefault="004F496D" w:rsidP="004F496D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5D0F31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ED9D697CC5FD40BCB804877C098B11A8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3290253" w14:textId="77777777" w:rsidR="004F496D" w:rsidRPr="00012B60" w:rsidRDefault="004F496D" w:rsidP="004F496D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  <w:highlight w:val="green"/>
                  </w:rPr>
                </w:pPr>
                <w:r w:rsidRPr="00325530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4F496D" w:rsidRPr="00395D6F" w14:paraId="75D00A2D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806C95A" w14:textId="77777777" w:rsidR="004F496D" w:rsidRPr="00395D6F" w:rsidRDefault="004F496D" w:rsidP="004F496D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5D0F31">
              <w:rPr>
                <w:rFonts w:ascii="Book Antiqua" w:hAnsi="Book Antiqua" w:cstheme="minorHAnsi"/>
                <w:b/>
              </w:rPr>
              <w:t>Web Řízení/ID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17676D12" w14:textId="1453D583" w:rsidR="004F496D" w:rsidRPr="00395D6F" w:rsidRDefault="007714A3" w:rsidP="004F496D">
            <w:pPr>
              <w:widowControl w:val="0"/>
              <w:ind w:left="0"/>
              <w:rPr>
                <w:rFonts w:ascii="Book Antiqua" w:hAnsi="Book Antiqua" w:cstheme="minorHAnsi"/>
                <w:bCs/>
              </w:rPr>
            </w:pPr>
            <w:hyperlink r:id="rId11" w:history="1">
              <w:r w:rsidRPr="007714A3">
                <w:rPr>
                  <w:rStyle w:val="Hypertextovodkaz"/>
                  <w:rFonts w:ascii="Book Antiqua" w:hAnsi="Book Antiqua" w:cstheme="minorHAnsi"/>
                  <w:b/>
                  <w:bCs/>
                  <w:noProof/>
                  <w:lang w:eastAsia="cs-CZ"/>
                </w:rPr>
                <w:t>https://ezak.suspk.cz/vz00001465</w:t>
              </w:r>
            </w:hyperlink>
          </w:p>
        </w:tc>
      </w:tr>
    </w:tbl>
    <w:p w14:paraId="49235ADB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6C615CCC" w14:textId="77777777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6E31E4C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5FAE91AB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B21E0FD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AC30F4C4F4BA4BC9A8C410751A3B5140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2DC0FCCA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1AF4693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17477B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1BA201BD9B941DCB7A496D106D1A77D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31E04E9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CF91C24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C332669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F68758B8006042E4AAEE44C73124D24B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215535AE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4F7D6964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B9794D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2B0A94B03C70441BB05D61333DD40CA2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56F7236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3B1C7F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9411133" w14:textId="77777777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E8CA19F1EEA34E56A53927160C0F1BB3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03D8C45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CE95033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AC0D720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7885E9C6E4B04256BCBBED8521DAC06C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309E02A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7150A63B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DB67D10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9D5017ABE08743EEA18D43D59E049C74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2CE892B3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06AB0EC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E061108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94BB8AC2D4984EE89218CAE5BC24A6DF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9C83374" w14:textId="77777777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7EA0A1A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8122805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6B96434C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5CB56877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365BAC3" w14:textId="77777777" w:rsidR="006401D8" w:rsidRPr="00395D6F" w:rsidRDefault="00000000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6BE81AA64D354B68A864FAAF45AC65A2"/>
              </w:placeholder>
              <w:showingPlcHdr/>
              <w:text/>
            </w:sdtPr>
            <w:sdtContent>
              <w:p w14:paraId="20BAAEDF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D50F0AF59E4946A1982B418F2B684FFD"/>
              </w:placeholder>
              <w:showingPlcHdr/>
              <w:text/>
            </w:sdtPr>
            <w:sdtContent>
              <w:p w14:paraId="34D3675F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2D31707E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36757D24" w14:textId="77777777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544E94BC" w14:textId="77777777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65ACD526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279FF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0D46E749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74239416" w14:textId="77777777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13F51584" w14:textId="77777777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3C4736CE" w14:textId="77777777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130E4C1D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268AAEC2" w14:textId="77777777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315F0120" w14:textId="77777777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24BAE864" w14:textId="77777777" w:rsidR="008E51A0" w:rsidRPr="00395D6F" w:rsidRDefault="008E51A0" w:rsidP="008E51A0">
      <w:pPr>
        <w:rPr>
          <w:rFonts w:ascii="Book Antiqua" w:hAnsi="Book Antiqua"/>
        </w:rPr>
      </w:pPr>
    </w:p>
    <w:p w14:paraId="31720DE9" w14:textId="77777777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7F8C655A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0ABA6E71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4819395D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543B08ED" w14:textId="77777777" w:rsidTr="00967167">
        <w:tc>
          <w:tcPr>
            <w:tcW w:w="9355" w:type="dxa"/>
            <w:vAlign w:val="center"/>
          </w:tcPr>
          <w:p w14:paraId="2D2BADBC" w14:textId="77777777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1E6931D2376441909E76E22B022DD4E3"/>
                </w:placeholder>
              </w:sdtPr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7FB4C01D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  <w:tr w:rsidR="00ED5469" w:rsidRPr="00395D6F" w14:paraId="5B783B56" w14:textId="77777777" w:rsidTr="00ED5469">
        <w:tc>
          <w:tcPr>
            <w:tcW w:w="9355" w:type="dxa"/>
            <w:shd w:val="clear" w:color="auto" w:fill="DEEAF6" w:themeFill="accent1" w:themeFillTint="33"/>
            <w:vAlign w:val="center"/>
          </w:tcPr>
          <w:p w14:paraId="77D2579E" w14:textId="77777777" w:rsidR="00ED5469" w:rsidRPr="00D314B7" w:rsidRDefault="00ED5469" w:rsidP="00ED5469">
            <w:pPr>
              <w:spacing w:before="60" w:after="60"/>
              <w:ind w:left="0"/>
              <w:jc w:val="left"/>
              <w:rPr>
                <w:rFonts w:ascii="Book Antiqua" w:hAnsi="Book Antiqua" w:cstheme="minorHAnsi"/>
                <w:b/>
              </w:rPr>
            </w:pPr>
            <w:r w:rsidRPr="00D314B7">
              <w:rPr>
                <w:rFonts w:ascii="Book Antiqua" w:hAnsi="Book Antiqua"/>
                <w:b/>
                <w:lang w:eastAsia="x-none"/>
              </w:rPr>
              <w:t xml:space="preserve">Kritérium </w:t>
            </w:r>
            <w:r w:rsidR="00D314B7" w:rsidRPr="00D314B7">
              <w:rPr>
                <w:rFonts w:ascii="Book Antiqua" w:hAnsi="Book Antiqua"/>
                <w:b/>
              </w:rPr>
              <w:t>Doba pro uvedení do provozu</w:t>
            </w:r>
          </w:p>
        </w:tc>
      </w:tr>
      <w:tr w:rsidR="00ED5469" w:rsidRPr="00395D6F" w14:paraId="631BC8E1" w14:textId="77777777" w:rsidTr="00967167">
        <w:tc>
          <w:tcPr>
            <w:tcW w:w="9355" w:type="dxa"/>
            <w:vAlign w:val="center"/>
          </w:tcPr>
          <w:p w14:paraId="2E8944A9" w14:textId="77777777" w:rsidR="00ED5469" w:rsidRDefault="00ED5469" w:rsidP="00ED5469">
            <w:pPr>
              <w:spacing w:before="60" w:after="60"/>
              <w:ind w:left="0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</w:rPr>
              <w:t>G</w:t>
            </w:r>
            <w:r w:rsidRPr="00F451AE">
              <w:rPr>
                <w:rFonts w:ascii="Book Antiqua" w:hAnsi="Book Antiqua" w:cstheme="minorHAnsi"/>
              </w:rPr>
              <w:t xml:space="preserve">arantovaná nejvyšší </w:t>
            </w:r>
            <w:r w:rsidR="00D314B7" w:rsidRPr="00D314B7">
              <w:rPr>
                <w:rFonts w:ascii="Book Antiqua" w:hAnsi="Book Antiqua" w:cstheme="minorHAnsi"/>
              </w:rPr>
              <w:t xml:space="preserve">Doba pro uvedení do provozu </w:t>
            </w:r>
            <w:r w:rsidR="00D314B7">
              <w:rPr>
                <w:rFonts w:ascii="Book Antiqua" w:hAnsi="Book Antiqua" w:cstheme="minorHAnsi"/>
              </w:rPr>
              <w:t>j</w:t>
            </w:r>
            <w:r w:rsidR="00D314B7">
              <w:rPr>
                <w:rFonts w:cstheme="minorHAnsi"/>
              </w:rPr>
              <w:t xml:space="preserve">e </w:t>
            </w:r>
            <w:sdt>
              <w:sdtPr>
                <w:rPr>
                  <w:rFonts w:ascii="Book Antiqua" w:hAnsi="Book Antiqua"/>
                </w:rPr>
                <w:id w:val="-585077677"/>
                <w:placeholder>
                  <w:docPart w:val="2FE925A9135D401385AED7D18D47A12E"/>
                </w:placeholder>
              </w:sdtPr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395D6F"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</w:rPr>
              <w:t>dnů.</w:t>
            </w:r>
          </w:p>
        </w:tc>
      </w:tr>
    </w:tbl>
    <w:p w14:paraId="3BF65680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74614284" w14:textId="77777777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5241AFDF" w14:textId="77777777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008B78D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3D04E9D6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820F387" w14:textId="77777777" w:rsidTr="00FB3672">
        <w:tc>
          <w:tcPr>
            <w:tcW w:w="9355" w:type="dxa"/>
            <w:gridSpan w:val="2"/>
            <w:vAlign w:val="center"/>
          </w:tcPr>
          <w:p w14:paraId="01A73ECD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5B1FC086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732B31BB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3904E561" w14:textId="77777777" w:rsidTr="00FB3672">
        <w:tc>
          <w:tcPr>
            <w:tcW w:w="9355" w:type="dxa"/>
            <w:gridSpan w:val="2"/>
            <w:vAlign w:val="center"/>
          </w:tcPr>
          <w:p w14:paraId="6C29C3A5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19439185" w14:textId="77777777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0326977" w14:textId="77777777" w:rsidR="005E194C" w:rsidRPr="00395D6F" w:rsidRDefault="00000000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73B53FFB1D0F49BE83F7DBD5761CB7F6"/>
                </w:placeholder>
                <w:text/>
              </w:sdtPr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4027E5C0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0BE08A57" w14:textId="77777777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EADC1AF" w14:textId="77777777" w:rsidTr="00FB3672">
        <w:tc>
          <w:tcPr>
            <w:tcW w:w="9355" w:type="dxa"/>
            <w:gridSpan w:val="2"/>
            <w:vAlign w:val="center"/>
          </w:tcPr>
          <w:p w14:paraId="55A5CECA" w14:textId="77777777" w:rsidR="00745CA7" w:rsidRPr="00315F42" w:rsidRDefault="00745CA7" w:rsidP="00745CA7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315F42">
              <w:rPr>
                <w:rFonts w:ascii="Book Antiqua" w:hAnsi="Book Antiqua"/>
                <w:lang w:eastAsia="x-none"/>
              </w:rPr>
              <w:t>Účastník čestně prohlašuje</w:t>
            </w:r>
            <w:r w:rsidRPr="00315F42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37FEB8846EC54B309473D06DFE170750"/>
                </w:placeholder>
                <w:text/>
              </w:sdtPr>
              <w:sdtContent>
                <w:r w:rsidRPr="00315F42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315F42">
              <w:rPr>
                <w:rFonts w:ascii="Book Antiqua" w:hAnsi="Book Antiqua"/>
              </w:rPr>
              <w:t xml:space="preserve"> referenční zakázky:</w:t>
            </w:r>
          </w:p>
          <w:p w14:paraId="54FB05A1" w14:textId="77777777" w:rsidR="00745CA7" w:rsidRPr="007A5530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 w:rsidRPr="007A5530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A0F5EFF551674DF68E04C1B6A666AF24"/>
                </w:placeholder>
                <w:text/>
              </w:sdtPr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A5530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7A5530">
              <w:rPr>
                <w:rFonts w:ascii="Book Antiqua" w:hAnsi="Book Antiqua"/>
              </w:rPr>
              <w:t>,</w:t>
            </w:r>
          </w:p>
          <w:p w14:paraId="3D13E10F" w14:textId="77777777" w:rsidR="002D2557" w:rsidRPr="00F32BF3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bookmarkStart w:id="0" w:name="_Hlk77168192"/>
            <w:r w:rsidRPr="007A5530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E322DDCED5034FA08E4FEE1FF19F3810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7A5530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7A5530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  <w:bCs/>
                </w:rPr>
                <w:id w:val="493919419"/>
                <w:placeholder>
                  <w:docPart w:val="181CD477AD644DDAA2C9254435253BFA"/>
                </w:placeholder>
                <w:text/>
              </w:sdtPr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výstavbě, opravě nebo celoplošné rekonstrukci pozemní komunikace, zahrnující strojní pokládku hutněných asfaltových směsí na těchto komunikacích</w:t>
                </w:r>
              </w:sdtContent>
            </w:sdt>
            <w:r w:rsidRPr="007A5530">
              <w:rPr>
                <w:rFonts w:ascii="Book Antiqua" w:hAnsi="Book Antiqua"/>
                <w:b/>
              </w:rPr>
              <w:t xml:space="preserve"> </w:t>
            </w:r>
            <w:r w:rsidRPr="007A5530">
              <w:rPr>
                <w:rFonts w:ascii="Book Antiqua" w:hAnsi="Book Antiqua"/>
                <w:b/>
                <w:bCs/>
              </w:rPr>
              <w:t xml:space="preserve">v rozsahu alespoň </w:t>
            </w:r>
            <w:r w:rsidR="00ED2A54" w:rsidRPr="00ED2A54">
              <w:rPr>
                <w:rFonts w:ascii="Book Antiqua" w:hAnsi="Book Antiqua"/>
                <w:b/>
                <w:bCs/>
              </w:rPr>
              <w:t>5</w:t>
            </w:r>
            <w:r w:rsidR="00ED2A54">
              <w:rPr>
                <w:rFonts w:ascii="Book Antiqua" w:hAnsi="Book Antiqua"/>
                <w:b/>
                <w:bCs/>
              </w:rPr>
              <w:t xml:space="preserve"> </w:t>
            </w:r>
            <w:r w:rsidR="00ED2A54" w:rsidRPr="00ED2A54">
              <w:rPr>
                <w:rFonts w:ascii="Book Antiqua" w:hAnsi="Book Antiqua"/>
                <w:b/>
                <w:bCs/>
              </w:rPr>
              <w:t>500</w:t>
            </w:r>
            <w:r w:rsidR="00ED2A54">
              <w:rPr>
                <w:rFonts w:ascii="Book Antiqua" w:hAnsi="Book Antiqua"/>
                <w:b/>
                <w:bCs/>
              </w:rPr>
              <w:t xml:space="preserve"> </w:t>
            </w:r>
            <w:r w:rsidRPr="007A5530">
              <w:rPr>
                <w:rFonts w:ascii="Book Antiqua" w:hAnsi="Book Antiqua"/>
                <w:b/>
                <w:bCs/>
              </w:rPr>
              <w:t>m</w:t>
            </w:r>
            <w:r w:rsidRPr="007A5530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7A5530">
              <w:rPr>
                <w:rFonts w:ascii="Book Antiqua" w:hAnsi="Book Antiqua"/>
                <w:b/>
                <w:bCs/>
              </w:rPr>
              <w:t>.</w:t>
            </w:r>
            <w:bookmarkEnd w:id="0"/>
          </w:p>
        </w:tc>
      </w:tr>
      <w:tr w:rsidR="00861588" w:rsidRPr="00395D6F" w14:paraId="3E628874" w14:textId="77777777" w:rsidTr="00FB3672">
        <w:tc>
          <w:tcPr>
            <w:tcW w:w="4819" w:type="dxa"/>
          </w:tcPr>
          <w:p w14:paraId="2AEC2A1F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4118AF0B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5A160A72643947068CB5D6B9E915E167"/>
                </w:placeholder>
                <w:showingPlcHdr/>
              </w:sdtPr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6B001348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7CF0ACA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3B252B7D7815452D878A1C0749F7D499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81BD03E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ACE66BD171443E7B41D07C4326AF871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1E10AB13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2F394BF0134744D5A2D22D688C970B06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7FB57F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4FA150C55B94C40B6E6DC816D4DAF67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317146DA" w14:textId="77777777" w:rsidTr="00FB3672">
        <w:tc>
          <w:tcPr>
            <w:tcW w:w="4819" w:type="dxa"/>
          </w:tcPr>
          <w:p w14:paraId="65199046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20C0B356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C5BD3CD2696D4EF7901FE14DCFB96D35"/>
                </w:placeholder>
                <w:showingPlcHdr/>
              </w:sdtPr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1BAC9EEB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48596B7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E130DF1E22334FB392C8AE0F45CA164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97BD89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DAD773F7A4484DA39614831EA1AAE706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0F31137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45B3ED9989714C40A0B3A025EE2689B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68C38FD1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47EED1DC5A44481FBDB38FD9F4D2EC3A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3EB3256B" w14:textId="77777777" w:rsidTr="00FB3672">
        <w:tc>
          <w:tcPr>
            <w:tcW w:w="4819" w:type="dxa"/>
          </w:tcPr>
          <w:p w14:paraId="61B7F1AF" w14:textId="77777777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68BFB444" w14:textId="77777777" w:rsidR="006D5E96" w:rsidRPr="00395D6F" w:rsidRDefault="00000000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6A5BF0AD08594A398224B4929A0C82B6"/>
                </w:placeholder>
                <w:showingPlcHdr/>
              </w:sdtPr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1D7391E9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75B15F20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DB52542A47614CA795E52A9B8EAFF18E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09B3368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B44437173A7F4A879FD32817A6C8B356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4D0FDC18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183D3D092B944561ABD217D1D46A1E62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747B7136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1EED0D566644A02A62CA34B984E9B53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578FAEC0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79AF5CFF" w14:textId="77777777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32D2D6E9" w14:textId="77777777" w:rsidTr="00FB3672">
        <w:tc>
          <w:tcPr>
            <w:tcW w:w="9355" w:type="dxa"/>
            <w:gridSpan w:val="2"/>
            <w:vAlign w:val="center"/>
          </w:tcPr>
          <w:p w14:paraId="3E2FEF5D" w14:textId="77777777" w:rsidR="004F0C71" w:rsidRDefault="004F0C71" w:rsidP="004F0C71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4FFEA70A" w14:textId="77777777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775B05D1" w14:textId="77777777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zakázky.</w:t>
            </w:r>
          </w:p>
          <w:p w14:paraId="79FB254C" w14:textId="77777777" w:rsidR="00657FA5" w:rsidRPr="00395D6F" w:rsidRDefault="004F0C71" w:rsidP="004F0C71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5D8B7DB0" w14:textId="77777777" w:rsidR="00156FC3" w:rsidRPr="000D646A" w:rsidRDefault="00156FC3" w:rsidP="000D646A">
      <w:pPr>
        <w:rPr>
          <w:lang w:eastAsia="cs-CZ"/>
        </w:rPr>
      </w:pPr>
    </w:p>
    <w:p w14:paraId="4B61A8FF" w14:textId="77777777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7C9D133A" w14:textId="77777777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30F79B0C" w14:textId="77777777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2603E252" w14:textId="77777777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7E0E17C9" w14:textId="77777777" w:rsidR="00CA2E7A" w:rsidRDefault="00CA2E7A" w:rsidP="00570D64">
      <w:pPr>
        <w:rPr>
          <w:rFonts w:ascii="Book Antiqua" w:hAnsi="Book Antiqua"/>
        </w:rPr>
      </w:pPr>
    </w:p>
    <w:p w14:paraId="7DB37C77" w14:textId="77777777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D779280929E045048AC5C50D23102BA3"/>
          </w:placeholder>
          <w:showingPlcHdr/>
        </w:sdtPr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2"/>
      <w:headerReference w:type="first" r:id="rId13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990F4" w14:textId="77777777" w:rsidR="00805F5D" w:rsidRDefault="00805F5D" w:rsidP="00637448">
      <w:pPr>
        <w:spacing w:before="0"/>
      </w:pPr>
      <w:r>
        <w:separator/>
      </w:r>
    </w:p>
  </w:endnote>
  <w:endnote w:type="continuationSeparator" w:id="0">
    <w:p w14:paraId="58E434C1" w14:textId="77777777" w:rsidR="00805F5D" w:rsidRDefault="00805F5D" w:rsidP="00637448">
      <w:pPr>
        <w:spacing w:before="0"/>
      </w:pPr>
      <w:r>
        <w:continuationSeparator/>
      </w:r>
    </w:p>
  </w:endnote>
  <w:endnote w:type="continuationNotice" w:id="1">
    <w:p w14:paraId="4168A211" w14:textId="77777777" w:rsidR="00805F5D" w:rsidRDefault="00805F5D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FFA84" w14:textId="7777777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984D4" w14:textId="77777777" w:rsidR="00805F5D" w:rsidRDefault="00805F5D" w:rsidP="00637448">
      <w:pPr>
        <w:spacing w:before="0"/>
      </w:pPr>
      <w:r>
        <w:separator/>
      </w:r>
    </w:p>
  </w:footnote>
  <w:footnote w:type="continuationSeparator" w:id="0">
    <w:p w14:paraId="333B1E2C" w14:textId="77777777" w:rsidR="00805F5D" w:rsidRDefault="00805F5D" w:rsidP="00637448">
      <w:pPr>
        <w:spacing w:before="0"/>
      </w:pPr>
      <w:r>
        <w:continuationSeparator/>
      </w:r>
    </w:p>
  </w:footnote>
  <w:footnote w:type="continuationNotice" w:id="1">
    <w:p w14:paraId="14EF0730" w14:textId="77777777" w:rsidR="00805F5D" w:rsidRDefault="00805F5D">
      <w:pPr>
        <w:spacing w:before="0"/>
      </w:pPr>
    </w:p>
  </w:footnote>
  <w:footnote w:id="2">
    <w:p w14:paraId="56F8D877" w14:textId="77777777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BA212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D90E974A"/>
    <w:lvl w:ilvl="0" w:tplc="873C8284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Book Antiqua" w:hAnsi="Book Antiqua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4A3"/>
    <w:rsid w:val="00000A57"/>
    <w:rsid w:val="00002A5B"/>
    <w:rsid w:val="00002BE1"/>
    <w:rsid w:val="00003F47"/>
    <w:rsid w:val="00004E49"/>
    <w:rsid w:val="00007FB4"/>
    <w:rsid w:val="00011272"/>
    <w:rsid w:val="0001169D"/>
    <w:rsid w:val="00012B60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96D2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762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225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1434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3604"/>
    <w:rsid w:val="002B4475"/>
    <w:rsid w:val="002B4903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55BA4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25B6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6CD"/>
    <w:rsid w:val="004E17D6"/>
    <w:rsid w:val="004E185C"/>
    <w:rsid w:val="004E1A5B"/>
    <w:rsid w:val="004E28D3"/>
    <w:rsid w:val="004E2C0E"/>
    <w:rsid w:val="004E358C"/>
    <w:rsid w:val="004E50C8"/>
    <w:rsid w:val="004E5A68"/>
    <w:rsid w:val="004E6242"/>
    <w:rsid w:val="004E688E"/>
    <w:rsid w:val="004E75FE"/>
    <w:rsid w:val="004F0816"/>
    <w:rsid w:val="004F0C71"/>
    <w:rsid w:val="004F3312"/>
    <w:rsid w:val="004F496D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27FCD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2DD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60A5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3A97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4B9B"/>
    <w:rsid w:val="00755F12"/>
    <w:rsid w:val="00756089"/>
    <w:rsid w:val="00756DC9"/>
    <w:rsid w:val="00757E4F"/>
    <w:rsid w:val="00761063"/>
    <w:rsid w:val="007641CF"/>
    <w:rsid w:val="00765E5E"/>
    <w:rsid w:val="00767D18"/>
    <w:rsid w:val="00767F22"/>
    <w:rsid w:val="007714A3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5530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06AF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5F5D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A9F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2A38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3C85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12E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518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0F41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0E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930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14B7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653"/>
    <w:rsid w:val="00D54BD6"/>
    <w:rsid w:val="00D55125"/>
    <w:rsid w:val="00D60687"/>
    <w:rsid w:val="00D61E15"/>
    <w:rsid w:val="00D62596"/>
    <w:rsid w:val="00D64285"/>
    <w:rsid w:val="00D668EB"/>
    <w:rsid w:val="00D6792B"/>
    <w:rsid w:val="00D7169A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D43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7A9"/>
    <w:rsid w:val="00E52AF7"/>
    <w:rsid w:val="00E52D04"/>
    <w:rsid w:val="00E53B04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0793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6A68"/>
    <w:rsid w:val="00EB7AEF"/>
    <w:rsid w:val="00EC10EE"/>
    <w:rsid w:val="00EC187B"/>
    <w:rsid w:val="00ED0710"/>
    <w:rsid w:val="00ED1C2D"/>
    <w:rsid w:val="00ED267D"/>
    <w:rsid w:val="00ED2A54"/>
    <w:rsid w:val="00ED5353"/>
    <w:rsid w:val="00ED5469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3B15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62A1"/>
    <w:rsid w:val="00F66CDB"/>
    <w:rsid w:val="00F72B53"/>
    <w:rsid w:val="00F73B6F"/>
    <w:rsid w:val="00F73D94"/>
    <w:rsid w:val="00F7498C"/>
    <w:rsid w:val="00F77453"/>
    <w:rsid w:val="00F77AB0"/>
    <w:rsid w:val="00F821D1"/>
    <w:rsid w:val="00F82344"/>
    <w:rsid w:val="00F83EAB"/>
    <w:rsid w:val="00F844B3"/>
    <w:rsid w:val="00F85A5B"/>
    <w:rsid w:val="00F8608E"/>
    <w:rsid w:val="00F86706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428659"/>
  <w15:chartTrackingRefBased/>
  <w15:docId w15:val="{3547AAC4-2E85-4476-A9D6-445877469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vz00001465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clavickova\Desktop\ZAK&#193;ZKY\ZP&#344;\STAVEBN&#205;%20PR&#193;CE\2025\Rekonstrukce%20silnice%20II_312%20&#268;erven&#253;%20Potok%20-%20hr.Pk\02_ZD\p&#345;&#237;prava%20ZD\P&#345;edloha%20nab&#237;dky%20Dodavatel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F61C896245B47EBADEEB075644992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E34E72-DAAD-4499-B914-C84BDD7E039E}"/>
      </w:docPartPr>
      <w:docPartBody>
        <w:p w:rsidR="002E087A" w:rsidRDefault="00000000">
          <w:pPr>
            <w:pStyle w:val="EF61C896245B47EBADEEB075644992F5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ED9D697CC5FD40BCB804877C098B1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B0F20A-79BA-40F6-ABD7-4753CFD3BBE9}"/>
      </w:docPartPr>
      <w:docPartBody>
        <w:p w:rsidR="002E087A" w:rsidRDefault="00000000">
          <w:pPr>
            <w:pStyle w:val="ED9D697CC5FD40BCB804877C098B11A8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AC30F4C4F4BA4BC9A8C410751A3B51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3937F8-D210-41F2-9345-E183BD3C352A}"/>
      </w:docPartPr>
      <w:docPartBody>
        <w:p w:rsidR="002E087A" w:rsidRDefault="00000000">
          <w:pPr>
            <w:pStyle w:val="AC30F4C4F4BA4BC9A8C410751A3B5140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1BA201BD9B941DCB7A496D106D1A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6E9730-C64D-4E64-A28C-922548885712}"/>
      </w:docPartPr>
      <w:docPartBody>
        <w:p w:rsidR="002E087A" w:rsidRDefault="00000000">
          <w:pPr>
            <w:pStyle w:val="B1BA201BD9B941DCB7A496D106D1A77D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F68758B8006042E4AAEE44C73124D2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7C0BF6-C7F2-499B-A9F1-F47036B00746}"/>
      </w:docPartPr>
      <w:docPartBody>
        <w:p w:rsidR="002E087A" w:rsidRDefault="00000000">
          <w:pPr>
            <w:pStyle w:val="F68758B8006042E4AAEE44C73124D24B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2B0A94B03C70441BB05D61333DD40C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6CFF3C-7DCF-4679-A5F2-149EBBABF331}"/>
      </w:docPartPr>
      <w:docPartBody>
        <w:p w:rsidR="002E087A" w:rsidRDefault="00000000">
          <w:pPr>
            <w:pStyle w:val="2B0A94B03C70441BB05D61333DD40CA2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E8CA19F1EEA34E56A53927160C0F1B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318008-A212-45C6-B262-B3B253F39837}"/>
      </w:docPartPr>
      <w:docPartBody>
        <w:p w:rsidR="002E087A" w:rsidRDefault="00000000">
          <w:pPr>
            <w:pStyle w:val="E8CA19F1EEA34E56A53927160C0F1BB3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885E9C6E4B04256BCBBED8521DAC0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DEE800-AF87-4018-AE62-14B1DDB7BA3F}"/>
      </w:docPartPr>
      <w:docPartBody>
        <w:p w:rsidR="002E087A" w:rsidRDefault="00000000">
          <w:pPr>
            <w:pStyle w:val="7885E9C6E4B04256BCBBED8521DAC06C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9D5017ABE08743EEA18D43D59E049C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379947-057A-41D7-9903-6A814B4D75B3}"/>
      </w:docPartPr>
      <w:docPartBody>
        <w:p w:rsidR="002E087A" w:rsidRDefault="00000000">
          <w:pPr>
            <w:pStyle w:val="9D5017ABE08743EEA18D43D59E049C74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94BB8AC2D4984EE89218CAE5BC24A6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E285FB-6132-42BC-AC66-E2F5EA80C08A}"/>
      </w:docPartPr>
      <w:docPartBody>
        <w:p w:rsidR="002E087A" w:rsidRDefault="00000000">
          <w:pPr>
            <w:pStyle w:val="94BB8AC2D4984EE89218CAE5BC24A6DF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BE81AA64D354B68A864FAAF45AC65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737B39-BBE9-4408-A90E-49D69405D38F}"/>
      </w:docPartPr>
      <w:docPartBody>
        <w:p w:rsidR="002E087A" w:rsidRDefault="00000000">
          <w:pPr>
            <w:pStyle w:val="6BE81AA64D354B68A864FAAF45AC65A2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D50F0AF59E4946A1982B418F2B684F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7A52F5-571E-455E-B6E8-CB6DC69CA4B5}"/>
      </w:docPartPr>
      <w:docPartBody>
        <w:p w:rsidR="002E087A" w:rsidRDefault="00000000">
          <w:pPr>
            <w:pStyle w:val="D50F0AF59E4946A1982B418F2B684FFD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E6931D2376441909E76E22B022DD4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91C1D6-3565-4905-9462-18F78C68A7C9}"/>
      </w:docPartPr>
      <w:docPartBody>
        <w:p w:rsidR="002E087A" w:rsidRDefault="00000000">
          <w:pPr>
            <w:pStyle w:val="1E6931D2376441909E76E22B022DD4E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2FE925A9135D401385AED7D18D47A1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BCF613-10E6-4C79-9EC9-9E349B31E2D6}"/>
      </w:docPartPr>
      <w:docPartBody>
        <w:p w:rsidR="002E087A" w:rsidRDefault="00000000">
          <w:pPr>
            <w:pStyle w:val="2FE925A9135D401385AED7D18D47A12E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73B53FFB1D0F49BE83F7DBD5761CB7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596C04-7940-4494-BAB3-A1F8D1073F3E}"/>
      </w:docPartPr>
      <w:docPartBody>
        <w:p w:rsidR="002E087A" w:rsidRDefault="00000000">
          <w:pPr>
            <w:pStyle w:val="73B53FFB1D0F49BE83F7DBD5761CB7F6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37FEB8846EC54B309473D06DFE170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67ABA7-E3F6-4D6F-AD6A-D6ED6E0D490E}"/>
      </w:docPartPr>
      <w:docPartBody>
        <w:p w:rsidR="002E087A" w:rsidRDefault="00000000">
          <w:pPr>
            <w:pStyle w:val="37FEB8846EC54B309473D06DFE170750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A0F5EFF551674DF68E04C1B6A666AF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95DA88-05C8-49F3-A623-A0C24A90C207}"/>
      </w:docPartPr>
      <w:docPartBody>
        <w:p w:rsidR="002E087A" w:rsidRDefault="00000000">
          <w:pPr>
            <w:pStyle w:val="A0F5EFF551674DF68E04C1B6A666AF24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E322DDCED5034FA08E4FEE1FF19F38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4337CD-B2D7-4507-84E2-5F8C0C3F0867}"/>
      </w:docPartPr>
      <w:docPartBody>
        <w:p w:rsidR="002E087A" w:rsidRDefault="00000000">
          <w:pPr>
            <w:pStyle w:val="E322DDCED5034FA08E4FEE1FF19F3810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181CD477AD644DDAA2C9254435253B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6C4BE3-C056-49EB-8A84-E1EA15073964}"/>
      </w:docPartPr>
      <w:docPartBody>
        <w:p w:rsidR="002E087A" w:rsidRDefault="00000000">
          <w:pPr>
            <w:pStyle w:val="181CD477AD644DDAA2C9254435253BFA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5A160A72643947068CB5D6B9E915E1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D7BE94-3E69-4624-AC5A-8B32E75BBCFB}"/>
      </w:docPartPr>
      <w:docPartBody>
        <w:p w:rsidR="002E087A" w:rsidRDefault="00000000">
          <w:pPr>
            <w:pStyle w:val="5A160A72643947068CB5D6B9E915E167"/>
          </w:pPr>
          <w:r w:rsidRPr="00B06C86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3B252B7D7815452D878A1C0749F7D4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248037-15BA-48B6-9D20-F8635FF26319}"/>
      </w:docPartPr>
      <w:docPartBody>
        <w:p w:rsidR="002E087A" w:rsidRDefault="00000000">
          <w:pPr>
            <w:pStyle w:val="3B252B7D7815452D878A1C0749F7D499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1ACE66BD171443E7B41D07C4326AF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8DEAFF-18CC-4A03-8B4F-5B83E2E35894}"/>
      </w:docPartPr>
      <w:docPartBody>
        <w:p w:rsidR="002E087A" w:rsidRDefault="00000000">
          <w:pPr>
            <w:pStyle w:val="1ACE66BD171443E7B41D07C4326AF871"/>
          </w:pPr>
          <w:r w:rsidRPr="00B06C86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2F394BF0134744D5A2D22D688C970B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70D7DA-9BE9-4B06-AC53-B5C06F9E8A72}"/>
      </w:docPartPr>
      <w:docPartBody>
        <w:p w:rsidR="002E087A" w:rsidRDefault="00000000">
          <w:pPr>
            <w:pStyle w:val="2F394BF0134744D5A2D22D688C970B06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24FA150C55B94C40B6E6DC816D4DAF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AC898-78FF-4144-AE09-5586031254B0}"/>
      </w:docPartPr>
      <w:docPartBody>
        <w:p w:rsidR="002E087A" w:rsidRDefault="00000000">
          <w:pPr>
            <w:pStyle w:val="24FA150C55B94C40B6E6DC816D4DAF67"/>
          </w:pPr>
          <w:r w:rsidRPr="00B06C86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  <w:docPart>
      <w:docPartPr>
        <w:name w:val="C5BD3CD2696D4EF7901FE14DCFB96D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C82680-45E3-47DB-9234-F48D4D86A6FB}"/>
      </w:docPartPr>
      <w:docPartBody>
        <w:p w:rsidR="002E087A" w:rsidRDefault="00000000">
          <w:pPr>
            <w:pStyle w:val="C5BD3CD2696D4EF7901FE14DCFB96D35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E130DF1E22334FB392C8AE0F45CA16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BDBCC9-5D7B-43A6-82CC-C23B3783054B}"/>
      </w:docPartPr>
      <w:docPartBody>
        <w:p w:rsidR="002E087A" w:rsidRDefault="00000000">
          <w:pPr>
            <w:pStyle w:val="E130DF1E22334FB392C8AE0F45CA1640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DAD773F7A4484DA39614831EA1AAE7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7E6C7D-16C3-4CF0-9620-7F37648B578E}"/>
      </w:docPartPr>
      <w:docPartBody>
        <w:p w:rsidR="002E087A" w:rsidRDefault="00000000">
          <w:pPr>
            <w:pStyle w:val="DAD773F7A4484DA39614831EA1AAE706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45B3ED9989714C40A0B3A025EE2689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A20B69-2DDA-4529-8AAA-7EC8D234AE55}"/>
      </w:docPartPr>
      <w:docPartBody>
        <w:p w:rsidR="002E087A" w:rsidRDefault="00000000">
          <w:pPr>
            <w:pStyle w:val="45B3ED9989714C40A0B3A025EE2689B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47EED1DC5A44481FBDB38FD9F4D2EC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39D954-8657-48C8-8E1B-8084105C1637}"/>
      </w:docPartPr>
      <w:docPartBody>
        <w:p w:rsidR="002E087A" w:rsidRDefault="00000000">
          <w:pPr>
            <w:pStyle w:val="47EED1DC5A44481FBDB38FD9F4D2EC3A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6A5BF0AD08594A398224B4929A0C82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80DC60-4AD9-43F5-8B22-E840BDC329AD}"/>
      </w:docPartPr>
      <w:docPartBody>
        <w:p w:rsidR="002E087A" w:rsidRDefault="00000000">
          <w:pPr>
            <w:pStyle w:val="6A5BF0AD08594A398224B4929A0C82B6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DB52542A47614CA795E52A9B8EAFF1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3D5BB-AF75-4674-8915-426E60F54D5C}"/>
      </w:docPartPr>
      <w:docPartBody>
        <w:p w:rsidR="002E087A" w:rsidRDefault="00000000">
          <w:pPr>
            <w:pStyle w:val="DB52542A47614CA795E52A9B8EAFF18E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B44437173A7F4A879FD32817A6C8B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D1D9C1-4DEF-485B-A3DC-D91CD687D7AB}"/>
      </w:docPartPr>
      <w:docPartBody>
        <w:p w:rsidR="002E087A" w:rsidRDefault="00000000">
          <w:pPr>
            <w:pStyle w:val="B44437173A7F4A879FD32817A6C8B356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183D3D092B944561ABD217D1D46A1E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73EFA7-0F58-45A8-8E26-9A2BF80CD04D}"/>
      </w:docPartPr>
      <w:docPartBody>
        <w:p w:rsidR="002E087A" w:rsidRDefault="00000000">
          <w:pPr>
            <w:pStyle w:val="183D3D092B944561ABD217D1D46A1E62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1EED0D566644A02A62CA34B984E9B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303A92-A26A-4267-866D-BF95BC028F0C}"/>
      </w:docPartPr>
      <w:docPartBody>
        <w:p w:rsidR="002E087A" w:rsidRDefault="00000000">
          <w:pPr>
            <w:pStyle w:val="01EED0D566644A02A62CA34B984E9B53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D779280929E045048AC5C50D23102B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D728B8-8F12-4AB3-AA87-1E90C4977155}"/>
      </w:docPartPr>
      <w:docPartBody>
        <w:p w:rsidR="002E087A" w:rsidRDefault="00000000">
          <w:pPr>
            <w:pStyle w:val="D779280929E045048AC5C50D23102BA3"/>
          </w:pPr>
          <w:r w:rsidRPr="00B06C86"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25"/>
    <w:rsid w:val="00021125"/>
    <w:rsid w:val="002E087A"/>
    <w:rsid w:val="00983C85"/>
    <w:rsid w:val="009D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F61C896245B47EBADEEB075644992F5">
    <w:name w:val="EF61C896245B47EBADEEB075644992F5"/>
  </w:style>
  <w:style w:type="paragraph" w:customStyle="1" w:styleId="ED9D697CC5FD40BCB804877C098B11A8">
    <w:name w:val="ED9D697CC5FD40BCB804877C098B11A8"/>
  </w:style>
  <w:style w:type="paragraph" w:customStyle="1" w:styleId="AC30F4C4F4BA4BC9A8C410751A3B5140">
    <w:name w:val="AC30F4C4F4BA4BC9A8C410751A3B5140"/>
  </w:style>
  <w:style w:type="paragraph" w:customStyle="1" w:styleId="B1BA201BD9B941DCB7A496D106D1A77D">
    <w:name w:val="B1BA201BD9B941DCB7A496D106D1A77D"/>
  </w:style>
  <w:style w:type="paragraph" w:customStyle="1" w:styleId="F68758B8006042E4AAEE44C73124D24B">
    <w:name w:val="F68758B8006042E4AAEE44C73124D24B"/>
  </w:style>
  <w:style w:type="paragraph" w:customStyle="1" w:styleId="2B0A94B03C70441BB05D61333DD40CA2">
    <w:name w:val="2B0A94B03C70441BB05D61333DD40CA2"/>
  </w:style>
  <w:style w:type="paragraph" w:customStyle="1" w:styleId="E8CA19F1EEA34E56A53927160C0F1BB3">
    <w:name w:val="E8CA19F1EEA34E56A53927160C0F1BB3"/>
  </w:style>
  <w:style w:type="paragraph" w:customStyle="1" w:styleId="7885E9C6E4B04256BCBBED8521DAC06C">
    <w:name w:val="7885E9C6E4B04256BCBBED8521DAC06C"/>
  </w:style>
  <w:style w:type="paragraph" w:customStyle="1" w:styleId="9D5017ABE08743EEA18D43D59E049C74">
    <w:name w:val="9D5017ABE08743EEA18D43D59E049C74"/>
  </w:style>
  <w:style w:type="paragraph" w:customStyle="1" w:styleId="94BB8AC2D4984EE89218CAE5BC24A6DF">
    <w:name w:val="94BB8AC2D4984EE89218CAE5BC24A6DF"/>
  </w:style>
  <w:style w:type="paragraph" w:customStyle="1" w:styleId="6BE81AA64D354B68A864FAAF45AC65A2">
    <w:name w:val="6BE81AA64D354B68A864FAAF45AC65A2"/>
  </w:style>
  <w:style w:type="paragraph" w:customStyle="1" w:styleId="D50F0AF59E4946A1982B418F2B684FFD">
    <w:name w:val="D50F0AF59E4946A1982B418F2B684FFD"/>
  </w:style>
  <w:style w:type="paragraph" w:customStyle="1" w:styleId="1E6931D2376441909E76E22B022DD4E3">
    <w:name w:val="1E6931D2376441909E76E22B022DD4E3"/>
  </w:style>
  <w:style w:type="paragraph" w:customStyle="1" w:styleId="2FE925A9135D401385AED7D18D47A12E">
    <w:name w:val="2FE925A9135D401385AED7D18D47A12E"/>
  </w:style>
  <w:style w:type="paragraph" w:customStyle="1" w:styleId="73B53FFB1D0F49BE83F7DBD5761CB7F6">
    <w:name w:val="73B53FFB1D0F49BE83F7DBD5761CB7F6"/>
  </w:style>
  <w:style w:type="paragraph" w:customStyle="1" w:styleId="37FEB8846EC54B309473D06DFE170750">
    <w:name w:val="37FEB8846EC54B309473D06DFE170750"/>
  </w:style>
  <w:style w:type="paragraph" w:customStyle="1" w:styleId="A0F5EFF551674DF68E04C1B6A666AF24">
    <w:name w:val="A0F5EFF551674DF68E04C1B6A666AF24"/>
  </w:style>
  <w:style w:type="paragraph" w:customStyle="1" w:styleId="E322DDCED5034FA08E4FEE1FF19F3810">
    <w:name w:val="E322DDCED5034FA08E4FEE1FF19F3810"/>
  </w:style>
  <w:style w:type="paragraph" w:customStyle="1" w:styleId="181CD477AD644DDAA2C9254435253BFA">
    <w:name w:val="181CD477AD644DDAA2C9254435253BFA"/>
  </w:style>
  <w:style w:type="paragraph" w:customStyle="1" w:styleId="5A160A72643947068CB5D6B9E915E167">
    <w:name w:val="5A160A72643947068CB5D6B9E915E167"/>
  </w:style>
  <w:style w:type="paragraph" w:customStyle="1" w:styleId="3B252B7D7815452D878A1C0749F7D499">
    <w:name w:val="3B252B7D7815452D878A1C0749F7D499"/>
  </w:style>
  <w:style w:type="paragraph" w:customStyle="1" w:styleId="1ACE66BD171443E7B41D07C4326AF871">
    <w:name w:val="1ACE66BD171443E7B41D07C4326AF871"/>
  </w:style>
  <w:style w:type="paragraph" w:customStyle="1" w:styleId="2F394BF0134744D5A2D22D688C970B06">
    <w:name w:val="2F394BF0134744D5A2D22D688C970B06"/>
  </w:style>
  <w:style w:type="paragraph" w:customStyle="1" w:styleId="24FA150C55B94C40B6E6DC816D4DAF67">
    <w:name w:val="24FA150C55B94C40B6E6DC816D4DAF67"/>
  </w:style>
  <w:style w:type="paragraph" w:customStyle="1" w:styleId="C5BD3CD2696D4EF7901FE14DCFB96D35">
    <w:name w:val="C5BD3CD2696D4EF7901FE14DCFB96D35"/>
  </w:style>
  <w:style w:type="paragraph" w:customStyle="1" w:styleId="E130DF1E22334FB392C8AE0F45CA1640">
    <w:name w:val="E130DF1E22334FB392C8AE0F45CA1640"/>
  </w:style>
  <w:style w:type="paragraph" w:customStyle="1" w:styleId="DAD773F7A4484DA39614831EA1AAE706">
    <w:name w:val="DAD773F7A4484DA39614831EA1AAE706"/>
  </w:style>
  <w:style w:type="paragraph" w:customStyle="1" w:styleId="45B3ED9989714C40A0B3A025EE2689B5">
    <w:name w:val="45B3ED9989714C40A0B3A025EE2689B5"/>
  </w:style>
  <w:style w:type="paragraph" w:customStyle="1" w:styleId="47EED1DC5A44481FBDB38FD9F4D2EC3A">
    <w:name w:val="47EED1DC5A44481FBDB38FD9F4D2EC3A"/>
  </w:style>
  <w:style w:type="paragraph" w:customStyle="1" w:styleId="6A5BF0AD08594A398224B4929A0C82B6">
    <w:name w:val="6A5BF0AD08594A398224B4929A0C82B6"/>
  </w:style>
  <w:style w:type="paragraph" w:customStyle="1" w:styleId="DB52542A47614CA795E52A9B8EAFF18E">
    <w:name w:val="DB52542A47614CA795E52A9B8EAFF18E"/>
  </w:style>
  <w:style w:type="paragraph" w:customStyle="1" w:styleId="B44437173A7F4A879FD32817A6C8B356">
    <w:name w:val="B44437173A7F4A879FD32817A6C8B356"/>
  </w:style>
  <w:style w:type="paragraph" w:customStyle="1" w:styleId="183D3D092B944561ABD217D1D46A1E62">
    <w:name w:val="183D3D092B944561ABD217D1D46A1E62"/>
  </w:style>
  <w:style w:type="paragraph" w:customStyle="1" w:styleId="01EED0D566644A02A62CA34B984E9B53">
    <w:name w:val="01EED0D566644A02A62CA34B984E9B53"/>
  </w:style>
  <w:style w:type="paragraph" w:customStyle="1" w:styleId="D779280929E045048AC5C50D23102BA3">
    <w:name w:val="D779280929E045048AC5C50D23102B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6BF4AB-E47C-4A48-B6F4-BB033CB196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Předloha nabídky Dodavatele.dotx</Template>
  <TotalTime>1</TotalTime>
  <Pages>3</Pages>
  <Words>597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Vaclavickova</dc:creator>
  <cp:keywords/>
  <dc:description/>
  <cp:lastModifiedBy>Václavíčková Veronika</cp:lastModifiedBy>
  <cp:revision>2</cp:revision>
  <dcterms:created xsi:type="dcterms:W3CDTF">2025-11-27T12:46:00Z</dcterms:created>
  <dcterms:modified xsi:type="dcterms:W3CDTF">2025-11-27T12:46:00Z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